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44" w:rsidRPr="002F5B98" w:rsidRDefault="00421B44" w:rsidP="007F06F8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На основу члана 79. и члана 92. Закона о буџетском систему </w:t>
      </w:r>
      <w:r w:rsidRPr="002F5B98">
        <w:rPr>
          <w:lang w:val="ru-RU"/>
        </w:rPr>
        <w:t>("Службени гласник РС", бр. 54/2009, 73/2010, 101/2010, 101/2011, 93/2012, 62/2013, 63/2013 – испр., 108/2013, 142/2014, 68/2015 – др. закон, 103/2015, 99/2016, 113/2017 и 95/2018),</w:t>
      </w:r>
      <w:r>
        <w:rPr>
          <w:lang w:val="sr-Cyrl-CS"/>
        </w:rPr>
        <w:t xml:space="preserve"> члана 40. Статута општине Параћин </w:t>
      </w:r>
      <w:r w:rsidRPr="002F5B98">
        <w:rPr>
          <w:color w:val="000000"/>
          <w:lang w:val="ru-RU"/>
        </w:rPr>
        <w:t xml:space="preserve">(''Службени лист општине  Параћин'', број: 22/2018) и сагласности Државне ревизорске институције, </w:t>
      </w:r>
      <w:r w:rsidRPr="002F5B98">
        <w:rPr>
          <w:lang w:val="ru-RU"/>
        </w:rPr>
        <w:t>бр. 400-648/2019-04 од 21.02.2019. године,</w:t>
      </w:r>
    </w:p>
    <w:p w:rsidR="00421B44" w:rsidRDefault="00421B44" w:rsidP="007F06F8">
      <w:pPr>
        <w:jc w:val="both"/>
        <w:rPr>
          <w:lang w:val="sr-Cyrl-CS"/>
        </w:rPr>
      </w:pPr>
      <w:r>
        <w:rPr>
          <w:lang w:val="sr-Cyrl-CS"/>
        </w:rPr>
        <w:tab/>
        <w:t xml:space="preserve">Скупштина општине Параћин је на седници одржаној </w:t>
      </w:r>
      <w:r w:rsidRPr="002F5B98">
        <w:rPr>
          <w:lang w:val="ru-RU"/>
        </w:rPr>
        <w:t xml:space="preserve"> 14.03.</w:t>
      </w:r>
      <w:r>
        <w:rPr>
          <w:lang w:val="sr-Cyrl-CS"/>
        </w:rPr>
        <w:t>201</w:t>
      </w:r>
      <w:r w:rsidRPr="002F5B98">
        <w:rPr>
          <w:lang w:val="ru-RU"/>
        </w:rPr>
        <w:t>9</w:t>
      </w:r>
      <w:r>
        <w:rPr>
          <w:lang w:val="sr-Cyrl-CS"/>
        </w:rPr>
        <w:t>. године, донела</w:t>
      </w:r>
    </w:p>
    <w:p w:rsidR="00421B44" w:rsidRDefault="00421B44" w:rsidP="007F06F8">
      <w:pPr>
        <w:jc w:val="both"/>
        <w:rPr>
          <w:lang w:val="sr-Cyrl-CS"/>
        </w:rPr>
      </w:pPr>
    </w:p>
    <w:p w:rsidR="00421B44" w:rsidRDefault="00421B44" w:rsidP="007F06F8">
      <w:pPr>
        <w:jc w:val="both"/>
        <w:rPr>
          <w:lang w:val="sr-Cyrl-CS"/>
        </w:rPr>
      </w:pPr>
    </w:p>
    <w:p w:rsidR="00421B44" w:rsidRDefault="00421B44" w:rsidP="007F06F8">
      <w:pPr>
        <w:jc w:val="both"/>
        <w:rPr>
          <w:lang w:val="sr-Cyrl-CS"/>
        </w:rPr>
      </w:pPr>
    </w:p>
    <w:p w:rsidR="00421B44" w:rsidRDefault="00421B44" w:rsidP="007F06F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 Л У К У</w:t>
      </w:r>
    </w:p>
    <w:p w:rsidR="00421B44" w:rsidRDefault="00421B44" w:rsidP="007F06F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ангажовању екстерне ревизије завршног рачуна буџета</w:t>
      </w:r>
    </w:p>
    <w:p w:rsidR="00421B44" w:rsidRDefault="00421B44" w:rsidP="007F06F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општине Параћин за 201</w:t>
      </w:r>
      <w:r w:rsidRPr="002F5B98">
        <w:rPr>
          <w:b/>
          <w:bCs/>
          <w:lang w:val="ru-RU"/>
        </w:rPr>
        <w:t>8</w:t>
      </w:r>
      <w:r>
        <w:rPr>
          <w:b/>
          <w:bCs/>
          <w:lang w:val="sr-Cyrl-CS"/>
        </w:rPr>
        <w:t>. годину</w:t>
      </w:r>
    </w:p>
    <w:p w:rsidR="00421B44" w:rsidRDefault="00421B44" w:rsidP="007F06F8">
      <w:pPr>
        <w:jc w:val="center"/>
        <w:rPr>
          <w:b/>
          <w:bCs/>
          <w:lang w:val="sr-Cyrl-CS"/>
        </w:rPr>
      </w:pPr>
    </w:p>
    <w:p w:rsidR="00421B44" w:rsidRDefault="00421B44" w:rsidP="007F06F8">
      <w:pPr>
        <w:jc w:val="center"/>
        <w:rPr>
          <w:b/>
          <w:bCs/>
          <w:lang w:val="sr-Cyrl-CS"/>
        </w:rPr>
      </w:pPr>
    </w:p>
    <w:p w:rsidR="00421B44" w:rsidRDefault="00421B44" w:rsidP="007F06F8">
      <w:pPr>
        <w:jc w:val="center"/>
        <w:rPr>
          <w:lang w:val="sr-Cyrl-CS"/>
        </w:rPr>
      </w:pPr>
      <w:r>
        <w:rPr>
          <w:lang w:val="sr-Cyrl-CS"/>
        </w:rPr>
        <w:t xml:space="preserve">Члан 1. </w:t>
      </w:r>
    </w:p>
    <w:p w:rsidR="00421B44" w:rsidRDefault="00421B44" w:rsidP="007F06F8">
      <w:pPr>
        <w:jc w:val="both"/>
        <w:rPr>
          <w:lang w:val="sr-Cyrl-CS"/>
        </w:rPr>
      </w:pPr>
      <w:r>
        <w:rPr>
          <w:lang w:val="sr-Cyrl-CS"/>
        </w:rPr>
        <w:tab/>
        <w:t>Доноси се Одлука о ангажовању екстерне ревизије Завршног рачуна буџета општине Параћин за 201</w:t>
      </w:r>
      <w:r w:rsidRPr="002F5B98">
        <w:rPr>
          <w:lang w:val="ru-RU"/>
        </w:rPr>
        <w:t>8</w:t>
      </w:r>
      <w:r>
        <w:rPr>
          <w:lang w:val="sr-Cyrl-CS"/>
        </w:rPr>
        <w:t>. годину.</w:t>
      </w:r>
    </w:p>
    <w:p w:rsidR="00421B44" w:rsidRDefault="00421B44" w:rsidP="007F06F8">
      <w:pPr>
        <w:rPr>
          <w:lang w:val="sr-Cyrl-CS"/>
        </w:rPr>
      </w:pPr>
    </w:p>
    <w:p w:rsidR="00421B44" w:rsidRDefault="00421B44" w:rsidP="007F06F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421B44" w:rsidRDefault="00421B44" w:rsidP="007F06F8">
      <w:pPr>
        <w:jc w:val="both"/>
        <w:rPr>
          <w:lang w:val="sr-Cyrl-CS"/>
        </w:rPr>
      </w:pPr>
      <w:r>
        <w:rPr>
          <w:lang w:val="sr-Cyrl-CS"/>
        </w:rPr>
        <w:tab/>
        <w:t>Екстерну ревизију Завршног рачуна буџета општине Параћин за 201</w:t>
      </w:r>
      <w:r w:rsidRPr="002F5B98">
        <w:rPr>
          <w:lang w:val="ru-RU"/>
        </w:rPr>
        <w:t>8</w:t>
      </w:r>
      <w:r>
        <w:rPr>
          <w:lang w:val="sr-Cyrl-CS"/>
        </w:rPr>
        <w:t>. годину, уз сагласност Државне ревизорске институције, а на основу ове одлуке, може да обави лице 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 w:rsidR="00421B44" w:rsidRDefault="00421B44" w:rsidP="007F06F8">
      <w:pPr>
        <w:rPr>
          <w:lang w:val="sr-Cyrl-CS"/>
        </w:rPr>
      </w:pPr>
    </w:p>
    <w:p w:rsidR="00421B44" w:rsidRDefault="00421B44" w:rsidP="007F06F8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421B44" w:rsidRDefault="00421B44" w:rsidP="007F06F8">
      <w:pPr>
        <w:jc w:val="both"/>
        <w:rPr>
          <w:lang w:val="sr-Cyrl-CS"/>
        </w:rPr>
      </w:pPr>
      <w:r>
        <w:rPr>
          <w:lang w:val="sr-Cyrl-CS"/>
        </w:rPr>
        <w:tab/>
        <w:t>Ова одлука ступа на снагу даном доношења, а објавиће се у ''Службеном листу општине Параћин''.</w:t>
      </w:r>
    </w:p>
    <w:p w:rsidR="00421B44" w:rsidRDefault="00421B44" w:rsidP="007F06F8">
      <w:pPr>
        <w:rPr>
          <w:lang w:val="sr-Cyrl-CS"/>
        </w:rPr>
      </w:pPr>
    </w:p>
    <w:p w:rsidR="00421B44" w:rsidRDefault="00421B44" w:rsidP="007F06F8">
      <w:pPr>
        <w:rPr>
          <w:lang w:val="sr-Cyrl-CS"/>
        </w:rPr>
      </w:pPr>
    </w:p>
    <w:p w:rsidR="00421B44" w:rsidRDefault="00421B44" w:rsidP="007F06F8">
      <w:pPr>
        <w:rPr>
          <w:lang w:val="sr-Cyrl-CS"/>
        </w:rPr>
      </w:pPr>
    </w:p>
    <w:p w:rsidR="00421B44" w:rsidRDefault="00421B44" w:rsidP="007F06F8">
      <w:pPr>
        <w:jc w:val="both"/>
        <w:rPr>
          <w:lang w:val="ru-RU"/>
        </w:rPr>
      </w:pPr>
    </w:p>
    <w:p w:rsidR="00421B44" w:rsidRDefault="00421B44" w:rsidP="007F06F8">
      <w:pPr>
        <w:jc w:val="center"/>
        <w:outlineLvl w:val="0"/>
        <w:rPr>
          <w:lang w:val="ru-RU"/>
        </w:rPr>
      </w:pPr>
      <w:r>
        <w:rPr>
          <w:lang w:val="ru-RU"/>
        </w:rPr>
        <w:t>СКУПШТИНА ОПШТИНЕ ПАРАЋИН</w:t>
      </w:r>
    </w:p>
    <w:p w:rsidR="00421B44" w:rsidRDefault="00421B44" w:rsidP="007F06F8">
      <w:pPr>
        <w:jc w:val="center"/>
        <w:rPr>
          <w:lang w:val="ru-RU"/>
        </w:rPr>
      </w:pPr>
      <w:r>
        <w:rPr>
          <w:lang w:val="ru-RU"/>
        </w:rPr>
        <w:t>Број:</w:t>
      </w:r>
      <w:r>
        <w:t>400-457</w:t>
      </w:r>
      <w:r>
        <w:rPr>
          <w:lang w:val="ru-RU"/>
        </w:rPr>
        <w:t>/201</w:t>
      </w:r>
      <w:r w:rsidRPr="002F5B98">
        <w:rPr>
          <w:lang w:val="ru-RU"/>
        </w:rPr>
        <w:t xml:space="preserve">9 </w:t>
      </w:r>
      <w:r>
        <w:rPr>
          <w:lang w:val="ru-RU"/>
        </w:rPr>
        <w:t>-</w:t>
      </w:r>
      <w:r>
        <w:rPr>
          <w:lang w:val="sr-Cyrl-CS"/>
        </w:rPr>
        <w:t xml:space="preserve"> </w:t>
      </w:r>
      <w:r>
        <w:t>II</w:t>
      </w:r>
      <w:r>
        <w:rPr>
          <w:lang w:val="ru-RU"/>
        </w:rPr>
        <w:t xml:space="preserve"> од  </w:t>
      </w:r>
      <w:r>
        <w:t>14.03.</w:t>
      </w:r>
      <w:r>
        <w:rPr>
          <w:lang w:val="ru-RU"/>
        </w:rPr>
        <w:t>201</w:t>
      </w:r>
      <w:r w:rsidRPr="002F5B98">
        <w:rPr>
          <w:lang w:val="ru-RU"/>
        </w:rPr>
        <w:t>9</w:t>
      </w:r>
      <w:r>
        <w:rPr>
          <w:lang w:val="ru-RU"/>
        </w:rPr>
        <w:t>. године</w:t>
      </w:r>
    </w:p>
    <w:p w:rsidR="00421B44" w:rsidRDefault="00421B44" w:rsidP="007F06F8">
      <w:pPr>
        <w:jc w:val="center"/>
        <w:rPr>
          <w:lang w:val="ru-RU"/>
        </w:rPr>
      </w:pPr>
    </w:p>
    <w:p w:rsidR="00421B44" w:rsidRDefault="00421B44" w:rsidP="007F06F8">
      <w:pPr>
        <w:jc w:val="center"/>
        <w:rPr>
          <w:lang w:val="ru-RU"/>
        </w:rPr>
      </w:pPr>
    </w:p>
    <w:p w:rsidR="00421B44" w:rsidRDefault="00421B44" w:rsidP="007F06F8">
      <w:pPr>
        <w:jc w:val="both"/>
        <w:rPr>
          <w:lang w:val="ru-RU"/>
        </w:rPr>
      </w:pPr>
    </w:p>
    <w:p w:rsidR="00421B44" w:rsidRDefault="00421B44" w:rsidP="007F06F8">
      <w:pPr>
        <w:jc w:val="both"/>
        <w:outlineLvl w:val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                ПРЕДСЕДНИК</w:t>
      </w:r>
    </w:p>
    <w:p w:rsidR="00421B44" w:rsidRDefault="00421B44" w:rsidP="007F06F8">
      <w:pPr>
        <w:jc w:val="both"/>
        <w:outlineLvl w:val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СКУПШТИНЕ  ОПШТИНЕ,</w:t>
      </w:r>
    </w:p>
    <w:p w:rsidR="00421B44" w:rsidRDefault="00421B44" w:rsidP="007F06F8">
      <w:pPr>
        <w:jc w:val="both"/>
        <w:outlineLvl w:val="0"/>
        <w:rPr>
          <w:lang w:val="sr-Cyrl-CS"/>
        </w:rPr>
      </w:pPr>
    </w:p>
    <w:p w:rsidR="00421B44" w:rsidRDefault="00421B44" w:rsidP="007F06F8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Драган Митић, економиста</w:t>
      </w:r>
    </w:p>
    <w:p w:rsidR="00421B44" w:rsidRDefault="00421B44" w:rsidP="007F06F8">
      <w:pPr>
        <w:jc w:val="center"/>
        <w:rPr>
          <w:b/>
          <w:bCs/>
          <w:lang w:val="ru-RU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rPr>
          <w:lang w:val="sr-Cyrl-CS"/>
        </w:rPr>
      </w:pPr>
    </w:p>
    <w:p w:rsidR="00421B44" w:rsidRDefault="00421B44" w:rsidP="007F06F8">
      <w:pPr>
        <w:ind w:right="-563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б р а з л о ж е њ е</w:t>
      </w:r>
    </w:p>
    <w:p w:rsidR="00421B44" w:rsidRDefault="00421B44" w:rsidP="007F06F8">
      <w:pPr>
        <w:ind w:right="-563"/>
        <w:jc w:val="center"/>
        <w:rPr>
          <w:b/>
          <w:bCs/>
          <w:lang w:val="sr-Cyrl-CS"/>
        </w:rPr>
      </w:pPr>
    </w:p>
    <w:p w:rsidR="00421B44" w:rsidRDefault="00421B44" w:rsidP="007F06F8">
      <w:pPr>
        <w:ind w:right="-563"/>
        <w:jc w:val="center"/>
        <w:rPr>
          <w:b/>
          <w:bCs/>
          <w:lang w:val="sr-Cyrl-CS"/>
        </w:rPr>
      </w:pPr>
    </w:p>
    <w:p w:rsidR="00421B44" w:rsidRDefault="00421B44" w:rsidP="007F06F8">
      <w:pPr>
        <w:ind w:right="-563"/>
        <w:jc w:val="both"/>
        <w:rPr>
          <w:b/>
          <w:bCs/>
          <w:lang w:val="sr-Cyrl-CS"/>
        </w:rPr>
      </w:pPr>
    </w:p>
    <w:p w:rsidR="00421B44" w:rsidRDefault="00421B44" w:rsidP="007F06F8">
      <w:pPr>
        <w:ind w:right="-563"/>
        <w:jc w:val="both"/>
        <w:rPr>
          <w:lang w:val="sr-Cyrl-CS"/>
        </w:rPr>
      </w:pPr>
      <w:r>
        <w:rPr>
          <w:lang w:val="sr-Cyrl-CS"/>
        </w:rPr>
        <w:tab/>
        <w:t xml:space="preserve">Чланом 79. Закона о буџетском систему </w:t>
      </w:r>
      <w:r w:rsidRPr="002F5B98">
        <w:rPr>
          <w:lang w:val="ru-RU"/>
        </w:rPr>
        <w:t>("Службени гласник РС", бр. 54/2009, 73/2010, 101/2010, 101/2011, 93/2012, 62/2013, 63/2013 – испр., 108/2013, 142/2014, 68/2015 – др. закон, 103/2015, 99/2016, 113/2017 и 95/2018)</w:t>
      </w:r>
      <w:r>
        <w:rPr>
          <w:lang w:val="sr-Cyrl-CS"/>
        </w:rPr>
        <w:t xml:space="preserve"> предвиђено је да завршни рачун буџета локалне заједнице, поред других елемената, садржи и извештај екстерне ревизије.</w:t>
      </w:r>
    </w:p>
    <w:p w:rsidR="00421B44" w:rsidRDefault="00421B44" w:rsidP="007F06F8">
      <w:pPr>
        <w:ind w:right="-563"/>
        <w:jc w:val="both"/>
        <w:rPr>
          <w:lang w:val="sr-Cyrl-CS"/>
        </w:rPr>
      </w:pPr>
      <w:r>
        <w:rPr>
          <w:lang w:val="sr-Cyrl-CS"/>
        </w:rPr>
        <w:tab/>
        <w:t>Чланом 92. став 3. истог закона одређено је да екстерну ревизију врши Државна ревизорска институција у складу са законом којим се уређује надлежност Државне ревизорске институције.</w:t>
      </w:r>
    </w:p>
    <w:p w:rsidR="00421B44" w:rsidRDefault="00421B44" w:rsidP="007F06F8">
      <w:pPr>
        <w:ind w:right="-563"/>
        <w:jc w:val="both"/>
        <w:rPr>
          <w:lang w:val="sr-Cyrl-CS"/>
        </w:rPr>
      </w:pPr>
      <w:r>
        <w:rPr>
          <w:lang w:val="sr-Cyrl-CS"/>
        </w:rPr>
        <w:tab/>
        <w:t>Изузетно, од става 3. овог члана, екстерну ревизију буџета локалних власти, може, уз сагласност Државне ревизорске институције, на основу одлуке скупштине локалних власти, да обави и лице које испуњава услове за обављање послова ревизије финансијских извештаја прописане законом којим се уређује рачуноводство и ревизија (став 4. члана 92.).</w:t>
      </w:r>
    </w:p>
    <w:p w:rsidR="00421B44" w:rsidRPr="002F5B98" w:rsidRDefault="00421B44" w:rsidP="007F06F8">
      <w:pPr>
        <w:ind w:right="-563"/>
        <w:jc w:val="both"/>
        <w:rPr>
          <w:lang w:val="ru-RU"/>
        </w:rPr>
      </w:pPr>
      <w:r w:rsidRPr="002F5B98">
        <w:rPr>
          <w:lang w:val="ru-RU"/>
        </w:rPr>
        <w:tab/>
        <w:t xml:space="preserve">У ставу 6. наведеног члана стоји: ''Уколико државна ревизорска институција не поступи по поднетом захтеву локалне власти из става 5. овог члана до 15. априла, сматраће се да је дата сагласност из става 4. овог члана.'' </w:t>
      </w:r>
    </w:p>
    <w:p w:rsidR="00421B44" w:rsidRPr="002F5B98" w:rsidRDefault="00421B44" w:rsidP="007F06F8">
      <w:pPr>
        <w:ind w:right="-563"/>
        <w:jc w:val="both"/>
        <w:rPr>
          <w:lang w:val="ru-RU"/>
        </w:rPr>
      </w:pPr>
      <w:r w:rsidRPr="002F5B98">
        <w:rPr>
          <w:lang w:val="ru-RU"/>
        </w:rPr>
        <w:tab/>
        <w:t xml:space="preserve">Општина Параћин је Државној ревизорској институцији поднела захтев за изјашњење у вези вршења </w:t>
      </w:r>
      <w:r>
        <w:rPr>
          <w:lang w:val="sr-Cyrl-CS"/>
        </w:rPr>
        <w:t>ревизије Завршног рачуна буџета општине Параћин за 201</w:t>
      </w:r>
      <w:r w:rsidRPr="002F5B98">
        <w:rPr>
          <w:lang w:val="ru-RU"/>
        </w:rPr>
        <w:t>8</w:t>
      </w:r>
      <w:r>
        <w:rPr>
          <w:lang w:val="sr-Cyrl-CS"/>
        </w:rPr>
        <w:t>. годину</w:t>
      </w:r>
      <w:r w:rsidRPr="002F5B98">
        <w:rPr>
          <w:lang w:val="ru-RU"/>
        </w:rPr>
        <w:t xml:space="preserve">. </w:t>
      </w:r>
    </w:p>
    <w:p w:rsidR="00421B44" w:rsidRPr="002F5B98" w:rsidRDefault="00421B44" w:rsidP="007F06F8">
      <w:pPr>
        <w:ind w:right="-563"/>
        <w:jc w:val="both"/>
        <w:rPr>
          <w:lang w:val="ru-RU"/>
        </w:rPr>
      </w:pPr>
      <w:r w:rsidRPr="002F5B98">
        <w:rPr>
          <w:lang w:val="ru-RU"/>
        </w:rPr>
        <w:tab/>
        <w:t xml:space="preserve">Државна ревизорска институција је својим актом, бр. 400-648/2019-04 од 21.02.2019. године, дала сагласност да екстерну ревизију Завршног рачуна буџета општине Параћин за 2018. годину обави друго лице </w:t>
      </w:r>
      <w:r>
        <w:rPr>
          <w:lang w:val="sr-Cyrl-CS"/>
        </w:rPr>
        <w:t>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 w:rsidR="00421B44" w:rsidRDefault="00421B44" w:rsidP="007F06F8">
      <w:pPr>
        <w:ind w:right="-563"/>
        <w:jc w:val="both"/>
        <w:rPr>
          <w:lang w:val="sr-Cyrl-CS"/>
        </w:rPr>
      </w:pPr>
      <w:r>
        <w:rPr>
          <w:lang w:val="sr-Cyrl-CS"/>
        </w:rPr>
        <w:tab/>
        <w:t>Из горе наведених законских обавеза, општина Параћин доноси Одлуку о ангажовању екстерне ревизије Завршног рачуна буџета општине Параћин за 201</w:t>
      </w:r>
      <w:r w:rsidRPr="002F5B98">
        <w:rPr>
          <w:lang w:val="ru-RU"/>
        </w:rPr>
        <w:t>8</w:t>
      </w:r>
      <w:r>
        <w:rPr>
          <w:lang w:val="sr-Cyrl-CS"/>
        </w:rPr>
        <w:t>. годину.</w:t>
      </w:r>
    </w:p>
    <w:p w:rsidR="00421B44" w:rsidRPr="002F5B98" w:rsidRDefault="00421B44" w:rsidP="007F06F8">
      <w:pPr>
        <w:rPr>
          <w:lang w:val="ru-RU"/>
        </w:rPr>
      </w:pPr>
    </w:p>
    <w:p w:rsidR="00421B44" w:rsidRPr="002F5B98" w:rsidRDefault="00421B44" w:rsidP="007F06F8">
      <w:pPr>
        <w:rPr>
          <w:lang w:val="ru-RU"/>
        </w:rPr>
      </w:pPr>
    </w:p>
    <w:p w:rsidR="00421B44" w:rsidRPr="002F5B98" w:rsidRDefault="00421B44">
      <w:pPr>
        <w:rPr>
          <w:lang w:val="ru-RU"/>
        </w:rPr>
      </w:pPr>
    </w:p>
    <w:sectPr w:rsidR="00421B44" w:rsidRPr="002F5B98" w:rsidSect="000D2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6F8"/>
    <w:rsid w:val="00005DDE"/>
    <w:rsid w:val="000C467C"/>
    <w:rsid w:val="000D2EF7"/>
    <w:rsid w:val="00187A60"/>
    <w:rsid w:val="002F5B98"/>
    <w:rsid w:val="00347F42"/>
    <w:rsid w:val="003C6832"/>
    <w:rsid w:val="00421B44"/>
    <w:rsid w:val="004A5D78"/>
    <w:rsid w:val="00500386"/>
    <w:rsid w:val="006C52CA"/>
    <w:rsid w:val="00772206"/>
    <w:rsid w:val="007F06F8"/>
    <w:rsid w:val="00A71414"/>
    <w:rsid w:val="00C545B1"/>
    <w:rsid w:val="00CF40FA"/>
    <w:rsid w:val="00D71DFB"/>
    <w:rsid w:val="00DA60CF"/>
    <w:rsid w:val="00F2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F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0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492</Words>
  <Characters>2807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sjankovi</dc:creator>
  <cp:keywords/>
  <dc:description/>
  <cp:lastModifiedBy>amilosav</cp:lastModifiedBy>
  <cp:revision>7</cp:revision>
  <cp:lastPrinted>2019-03-15T11:42:00Z</cp:lastPrinted>
  <dcterms:created xsi:type="dcterms:W3CDTF">2018-04-18T07:16:00Z</dcterms:created>
  <dcterms:modified xsi:type="dcterms:W3CDTF">2019-03-15T11:43:00Z</dcterms:modified>
</cp:coreProperties>
</file>